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744A4E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744A4E">
        <w:rPr>
          <w:b/>
        </w:rPr>
        <w:t>„</w:t>
      </w:r>
      <w:r w:rsidR="00C220B2" w:rsidRPr="00C220B2">
        <w:rPr>
          <w:b/>
          <w:bCs/>
        </w:rPr>
        <w:t xml:space="preserve">Oprava hydraulické části bagru SVP 74 </w:t>
      </w:r>
      <w:proofErr w:type="spellStart"/>
      <w:proofErr w:type="gramStart"/>
      <w:r w:rsidR="00C220B2" w:rsidRPr="00C220B2">
        <w:rPr>
          <w:b/>
          <w:bCs/>
        </w:rPr>
        <w:t>v.č</w:t>
      </w:r>
      <w:proofErr w:type="spellEnd"/>
      <w:r w:rsidR="00C220B2" w:rsidRPr="00C220B2">
        <w:rPr>
          <w:b/>
          <w:bCs/>
        </w:rPr>
        <w:t>.</w:t>
      </w:r>
      <w:proofErr w:type="gramEnd"/>
      <w:r w:rsidR="00C220B2" w:rsidRPr="00C220B2">
        <w:rPr>
          <w:b/>
          <w:bCs/>
        </w:rPr>
        <w:t xml:space="preserve"> 108</w:t>
      </w:r>
      <w:r w:rsidRPr="00744A4E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744A4E" w:rsidRPr="00744A4E" w:rsidRDefault="00744A4E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 xml:space="preserve">Formulář ČP o splnění základní způsobilosti 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Formulář nabídky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Položkový soupis prací s výkazem výměr</w:t>
      </w:r>
    </w:p>
    <w:p w:rsidR="00374707" w:rsidRPr="00744A4E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Návrh smlouvy o díl</w:t>
      </w:r>
      <w:r w:rsidR="00744A4E" w:rsidRPr="00744A4E">
        <w:t>o</w:t>
      </w:r>
    </w:p>
    <w:p w:rsidR="00374707" w:rsidRPr="00744A4E" w:rsidRDefault="00744A4E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Nález podezřelého předmětu</w:t>
      </w:r>
    </w:p>
    <w:p w:rsidR="002561BD" w:rsidRPr="00744A4E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744A4E">
        <w:t>Čestné prohlášení ve vztahu k zakázaným dohodám</w:t>
      </w:r>
      <w:r w:rsidR="00744A4E" w:rsidRPr="00744A4E">
        <w:t>,</w:t>
      </w:r>
    </w:p>
    <w:p w:rsidR="00374707" w:rsidRPr="00744A4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</w:t>
      </w:r>
      <w:r w:rsidRPr="00744A4E">
        <w:t xml:space="preserve">akce </w:t>
      </w:r>
      <w:r w:rsidRPr="00744A4E">
        <w:rPr>
          <w:b/>
        </w:rPr>
        <w:t>„</w:t>
      </w:r>
      <w:r w:rsidR="00C220B2" w:rsidRPr="00C220B2">
        <w:rPr>
          <w:b/>
          <w:bCs/>
        </w:rPr>
        <w:t xml:space="preserve">Oprava hydraulické části bagru SVP 74 </w:t>
      </w:r>
      <w:proofErr w:type="spellStart"/>
      <w:proofErr w:type="gramStart"/>
      <w:r w:rsidR="00C220B2" w:rsidRPr="00C220B2">
        <w:rPr>
          <w:b/>
          <w:bCs/>
        </w:rPr>
        <w:t>v.č</w:t>
      </w:r>
      <w:proofErr w:type="spellEnd"/>
      <w:r w:rsidR="00C220B2" w:rsidRPr="00C220B2">
        <w:rPr>
          <w:b/>
          <w:bCs/>
        </w:rPr>
        <w:t>.</w:t>
      </w:r>
      <w:proofErr w:type="gramEnd"/>
      <w:r w:rsidR="00C220B2" w:rsidRPr="00C220B2">
        <w:rPr>
          <w:b/>
          <w:bCs/>
        </w:rPr>
        <w:t xml:space="preserve"> 108</w:t>
      </w:r>
      <w:bookmarkStart w:id="0" w:name="_GoBack"/>
      <w:bookmarkEnd w:id="0"/>
      <w:r w:rsidRPr="00744A4E">
        <w:rPr>
          <w:b/>
        </w:rPr>
        <w:t xml:space="preserve">“ </w:t>
      </w:r>
      <w:r w:rsidRPr="00744A4E">
        <w:t>za tuto nabídkovou cenu zpracovanou dle výkazu výměr:</w:t>
      </w:r>
    </w:p>
    <w:p w:rsidR="00374707" w:rsidRPr="00744A4E" w:rsidRDefault="00374707" w:rsidP="00F05536">
      <w:pPr>
        <w:pStyle w:val="Zhlav"/>
        <w:ind w:left="284"/>
        <w:rPr>
          <w:snapToGrid w:val="0"/>
        </w:rPr>
      </w:pPr>
      <w:r w:rsidRPr="00744A4E">
        <w:t>(</w:t>
      </w:r>
      <w:r w:rsidRPr="00744A4E">
        <w:rPr>
          <w:snapToGrid w:val="0"/>
        </w:rPr>
        <w:t xml:space="preserve">Celková nabídková cena bez DPH, </w:t>
      </w:r>
      <w:r w:rsidRPr="00744A4E">
        <w:rPr>
          <w:b/>
          <w:snapToGrid w:val="0"/>
        </w:rPr>
        <w:t>přesně</w:t>
      </w:r>
      <w:r w:rsidRPr="00744A4E">
        <w:rPr>
          <w:snapToGrid w:val="0"/>
        </w:rPr>
        <w:t xml:space="preserve"> </w:t>
      </w:r>
      <w:r w:rsidRPr="00744A4E">
        <w:rPr>
          <w:b/>
          <w:bCs/>
          <w:snapToGrid w:val="0"/>
        </w:rPr>
        <w:t>dle položkového rozpočtu</w:t>
      </w:r>
      <w:r w:rsidRPr="00744A4E">
        <w:rPr>
          <w:snapToGrid w:val="0"/>
        </w:rPr>
        <w:t xml:space="preserve">) 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44A4E">
        <w:rPr>
          <w:b/>
          <w:bCs/>
        </w:rPr>
        <w:t xml:space="preserve">Celková nabídková cena bez DPH:             </w:t>
      </w:r>
      <w:r w:rsidR="00744A4E" w:rsidRPr="00744A4E">
        <w:rPr>
          <w:b/>
          <w:bCs/>
        </w:rPr>
        <w:t xml:space="preserve"> </w:t>
      </w:r>
      <w:r w:rsidRPr="00744A4E">
        <w:rPr>
          <w:b/>
          <w:bCs/>
        </w:rPr>
        <w:t xml:space="preserve"> ……………… Kč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744A4E">
        <w:rPr>
          <w:b/>
          <w:bCs/>
        </w:rPr>
        <w:t>DPH 21%</w:t>
      </w:r>
      <w:r w:rsidRPr="00744A4E">
        <w:rPr>
          <w:b/>
          <w:bCs/>
        </w:rPr>
        <w:tab/>
        <w:t xml:space="preserve">        </w:t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Pr="00744A4E">
        <w:rPr>
          <w:b/>
          <w:bCs/>
        </w:rPr>
        <w:tab/>
      </w:r>
      <w:r w:rsidR="00744A4E" w:rsidRPr="00744A4E">
        <w:rPr>
          <w:b/>
          <w:bCs/>
        </w:rPr>
        <w:t xml:space="preserve">     </w:t>
      </w:r>
      <w:r w:rsidRPr="00744A4E">
        <w:rPr>
          <w:b/>
          <w:bCs/>
        </w:rPr>
        <w:t xml:space="preserve"> ……………… Kč</w:t>
      </w:r>
    </w:p>
    <w:p w:rsidR="00F05536" w:rsidRPr="00744A4E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744A4E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Pr="005778C2">
        <w:t xml:space="preserve">smlouvy </w:t>
      </w:r>
      <w:r w:rsidR="00F05536" w:rsidRPr="005778C2">
        <w:t xml:space="preserve">o </w:t>
      </w:r>
      <w:r w:rsidR="00EB0735" w:rsidRPr="005778C2">
        <w:t>dílo</w:t>
      </w:r>
      <w:r w:rsidRPr="005778C2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744A4E">
      <w:pPr>
        <w:pStyle w:val="Zhlav"/>
        <w:tabs>
          <w:tab w:val="clear" w:pos="4536"/>
          <w:tab w:val="left" w:pos="1843"/>
        </w:tabs>
        <w:ind w:left="3261" w:hanging="2977"/>
      </w:pPr>
      <w:r w:rsidRPr="00F05536">
        <w:t>Zahájení díla:</w:t>
      </w:r>
      <w:r w:rsidR="003B222C">
        <w:t xml:space="preserve"> </w:t>
      </w:r>
      <w:r w:rsidRPr="00F05536">
        <w:t xml:space="preserve"> </w:t>
      </w:r>
      <w:r w:rsidR="00744A4E" w:rsidRPr="00744A4E">
        <w:rPr>
          <w:b/>
        </w:rPr>
        <w:t>listopad</w:t>
      </w:r>
      <w:r w:rsidR="00F05536" w:rsidRPr="00744A4E">
        <w:rPr>
          <w:b/>
        </w:rPr>
        <w:t xml:space="preserve"> 2020</w:t>
      </w:r>
      <w:r w:rsidR="00EB0735" w:rsidRPr="00744A4E">
        <w:rPr>
          <w:b/>
        </w:rPr>
        <w:t xml:space="preserve"> – </w:t>
      </w:r>
      <w:r w:rsidR="00EB0735" w:rsidRPr="00744A4E">
        <w:t xml:space="preserve">ihned po nabytí účinnosti smlouvy o dílo uveřejněním </w:t>
      </w:r>
      <w:r w:rsidR="00744A4E" w:rsidRPr="00744A4E">
        <w:t xml:space="preserve">   </w:t>
      </w:r>
      <w:r w:rsidR="00EB0735" w:rsidRPr="00744A4E">
        <w:t>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>Ukončení díla</w:t>
      </w:r>
      <w:r w:rsidRPr="00744A4E">
        <w:t xml:space="preserve">: </w:t>
      </w:r>
      <w:r w:rsidR="003B222C">
        <w:rPr>
          <w:b/>
        </w:rPr>
        <w:t>26</w:t>
      </w:r>
      <w:r w:rsidR="00744A4E" w:rsidRPr="00744A4E">
        <w:rPr>
          <w:b/>
        </w:rPr>
        <w:t>. února 2021</w:t>
      </w:r>
      <w:r w:rsidRPr="00744A4E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C02A0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60022A" w:rsidRPr="0060022A">
        <w:t>o</w:t>
      </w:r>
      <w:r w:rsidR="00EB0735" w:rsidRPr="0060022A">
        <w:t xml:space="preserve"> dílo</w:t>
      </w:r>
      <w:r w:rsidR="00F05536" w:rsidRPr="0060022A">
        <w:t xml:space="preserve">, </w:t>
      </w:r>
      <w:r w:rsidRPr="0060022A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20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20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D1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469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20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20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40019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A95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B222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778C2"/>
    <w:rsid w:val="0059084E"/>
    <w:rsid w:val="005F1404"/>
    <w:rsid w:val="0060022A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44A4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A0C"/>
    <w:rsid w:val="00C02D0A"/>
    <w:rsid w:val="00C03A6E"/>
    <w:rsid w:val="00C220B2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DF35A0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ECA14CC-DBA5-451F-B0BD-8C6FA0F3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2</cp:revision>
  <cp:lastPrinted>2017-11-28T17:18:00Z</cp:lastPrinted>
  <dcterms:created xsi:type="dcterms:W3CDTF">2020-10-13T11:06:00Z</dcterms:created>
  <dcterms:modified xsi:type="dcterms:W3CDTF">2020-10-13T11:06:00Z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